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B3B61E0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6A743604" w14:textId="330564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1744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1744C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91A251" w:rsidR="0085747A" w:rsidRPr="00301FD4" w:rsidRDefault="00044E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C992670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0AF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BD4B60" w:rsidR="00015B8F" w:rsidRPr="009C54AE" w:rsidRDefault="00050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209C908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69DB75A3" w:rsidR="00136694" w:rsidRPr="009C54AE" w:rsidRDefault="00050AFC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9635" w14:textId="77777777" w:rsidR="002D067C" w:rsidRDefault="002D067C" w:rsidP="00C16ABF">
      <w:pPr>
        <w:spacing w:after="0" w:line="240" w:lineRule="auto"/>
      </w:pPr>
      <w:r>
        <w:separator/>
      </w:r>
    </w:p>
  </w:endnote>
  <w:endnote w:type="continuationSeparator" w:id="0">
    <w:p w14:paraId="4CF08AB2" w14:textId="77777777" w:rsidR="002D067C" w:rsidRDefault="002D06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7AFD0" w14:textId="77777777" w:rsidR="002D067C" w:rsidRDefault="002D067C" w:rsidP="00C16ABF">
      <w:pPr>
        <w:spacing w:after="0" w:line="240" w:lineRule="auto"/>
      </w:pPr>
      <w:r>
        <w:separator/>
      </w:r>
    </w:p>
  </w:footnote>
  <w:footnote w:type="continuationSeparator" w:id="0">
    <w:p w14:paraId="5A264428" w14:textId="77777777" w:rsidR="002D067C" w:rsidRDefault="002D067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E42"/>
    <w:rsid w:val="00050AF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67C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E654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FF46F6-1DBF-440C-99B7-23E93820C3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1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27</cp:revision>
  <cp:lastPrinted>2019-02-06T12:12:00Z</cp:lastPrinted>
  <dcterms:created xsi:type="dcterms:W3CDTF">2020-09-30T13:29:00Z</dcterms:created>
  <dcterms:modified xsi:type="dcterms:W3CDTF">2021-11-03T04:32:00Z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